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200L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136395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Powerful,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drive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backward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curved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5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desire,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vertically.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consists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metal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powder-coating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light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gray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7035).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closed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external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rotor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overheating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contact.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6.3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/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1940,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maintenance-free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use,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bearings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lifetime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lubrication,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sealed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sides.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electrical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located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outside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casing.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Control: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electronic.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1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35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33,8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34,9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58" w:right="4315"/>
        <w:jc w:val="left"/>
        <w:tabs>
          <w:tab w:pos="4340" w:val="left"/>
          <w:tab w:pos="4540" w:val="left"/>
          <w:tab w:pos="4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frequency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(f):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154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(I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max</w:t>
      </w:r>
      <w:r>
        <w:rPr>
          <w:rFonts w:ascii="Arial" w:hAnsi="Arial" w:cs="Arial" w:eastAsia="Arial"/>
          <w:sz w:val="12"/>
          <w:szCs w:val="12"/>
          <w:spacing w:val="-5"/>
          <w:w w:val="100"/>
          <w:position w:val="-4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0,9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(n):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2710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1"/>
        </w:rPr>
        <w:t>mi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1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0"/>
        </w:rPr>
        <w:t>-1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" w:after="0" w:line="240" w:lineRule="auto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motor:</w:t>
      </w:r>
      <w:r>
        <w:rPr>
          <w:rFonts w:ascii="Times New Roman" w:hAnsi="Times New Roman" w:cs="Times New Roman" w:eastAsia="Times New Roman"/>
          <w:sz w:val="18"/>
          <w:szCs w:val="1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33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03" w:lineRule="exact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box: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44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462" w:type="dxa"/>
      </w:tblPr>
      <w:tblGrid/>
      <w:tr>
        <w:trPr>
          <w:trHeight w:val="660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68" w:lineRule="auto"/>
              <w:ind w:left="40" w:right="79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810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7" w:lineRule="auto"/>
              <w:ind w:left="40" w:right="15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6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243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386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990" w:right="20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Ø199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77" w:right="30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5,1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terminal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6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116403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67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798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108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651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6"/>
              </w:rPr>
              <w:t>Type: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Item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number: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136395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457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538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42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MRS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110095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Mounting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bracket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102662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102719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102939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integrated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102898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MTY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103428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Electronic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controller,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stepless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115893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111858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53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cabinet,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IP20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6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110.452567pt;height:11.000008pt;mso-position-horizontal-relative:page;mso-position-vertical-relative:page;z-index:-295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Tube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in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steel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3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housing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RS LV Texte EN.xlsx</dc:title>
  <dcterms:created xsi:type="dcterms:W3CDTF">2019-09-09T13:55:25Z</dcterms:created>
  <dcterms:modified xsi:type="dcterms:W3CDTF">2019-09-09T13:55:25Z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2019-09-06T00:00:00Z</vt:filetime>
  </property>
  <property fmtid="{D5CDD505-2E9C-101B-9397-08002B2CF9AE}" pid="3" name="LastSaved">
    <vt:filetime>2019-09-09T00:00:00Z</vt:filetime>
  </property>
</Properties>
</file>